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D32A0D" w:rsidRDefault="00E77708" w:rsidP="003F4513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5320" cy="807720"/>
            <wp:effectExtent l="0" t="0" r="0" b="0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A0D" w:rsidRPr="00B8572B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3F4513" w:rsidRDefault="004C7491" w:rsidP="00B8572B">
      <w:pPr>
        <w:pStyle w:val="a6"/>
        <w:rPr>
          <w:sz w:val="30"/>
          <w:szCs w:val="30"/>
        </w:rPr>
      </w:pPr>
      <w:r>
        <w:rPr>
          <w:sz w:val="30"/>
          <w:szCs w:val="30"/>
        </w:rPr>
        <w:t>ГЛАВА</w:t>
      </w:r>
      <w:r w:rsidR="003F4513">
        <w:rPr>
          <w:sz w:val="30"/>
          <w:szCs w:val="30"/>
        </w:rPr>
        <w:t xml:space="preserve">  </w:t>
      </w:r>
    </w:p>
    <w:p w:rsidR="00E875F5" w:rsidRDefault="003F4513" w:rsidP="00B8572B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3F4513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F4513" w:rsidRPr="0073709B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E875F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</w:t>
            </w:r>
            <w:r w:rsidR="003F4513" w:rsidRPr="0073709B">
              <w:rPr>
                <w:rFonts w:ascii="Times New Roman" w:hAnsi="Times New Roman"/>
              </w:rPr>
              <w:t> </w:t>
            </w:r>
            <w:r w:rsidRPr="0073709B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666C" w:rsidRDefault="00AA666C">
      <w:pPr>
        <w:rPr>
          <w:rFonts w:ascii="Times New Roman" w:hAnsi="Times New Roman"/>
          <w:sz w:val="28"/>
          <w:szCs w:val="28"/>
        </w:rPr>
      </w:pPr>
    </w:p>
    <w:p w:rsidR="00A649AA" w:rsidRDefault="00A649AA" w:rsidP="00A649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в Думу </w:t>
      </w:r>
      <w:proofErr w:type="gramStart"/>
      <w:r>
        <w:rPr>
          <w:rFonts w:ascii="Times New Roman" w:hAnsi="Times New Roman"/>
          <w:b/>
          <w:sz w:val="28"/>
          <w:szCs w:val="28"/>
        </w:rPr>
        <w:t>города Владивостока проекта решения Думы города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Владивостока «О денежном поощрении главы города Владивостока»</w:t>
      </w:r>
    </w:p>
    <w:p w:rsidR="00A649AA" w:rsidRDefault="00A649AA" w:rsidP="00A649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49AA" w:rsidRDefault="00A649AA" w:rsidP="00A649A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A649AA">
        <w:rPr>
          <w:rFonts w:ascii="Times New Roman" w:hAnsi="Times New Roman"/>
          <w:sz w:val="28"/>
          <w:szCs w:val="28"/>
        </w:rPr>
        <w:t xml:space="preserve">В соответствии с </w:t>
      </w:r>
      <w:r w:rsidR="007131B7">
        <w:rPr>
          <w:rFonts w:ascii="Times New Roman" w:hAnsi="Times New Roman"/>
          <w:sz w:val="28"/>
          <w:szCs w:val="28"/>
          <w:lang w:eastAsia="ru-RU"/>
        </w:rPr>
        <w:t>Федеральны</w:t>
      </w:r>
      <w:r w:rsidR="007131B7">
        <w:rPr>
          <w:rFonts w:ascii="Times New Roman" w:hAnsi="Times New Roman"/>
          <w:sz w:val="28"/>
          <w:szCs w:val="28"/>
          <w:lang w:eastAsia="ru-RU"/>
        </w:rPr>
        <w:t>м</w:t>
      </w:r>
      <w:r w:rsidR="007131B7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 w:rsidR="007131B7">
        <w:rPr>
          <w:rFonts w:ascii="Times New Roman" w:hAnsi="Times New Roman"/>
          <w:sz w:val="28"/>
          <w:szCs w:val="28"/>
          <w:lang w:eastAsia="ru-RU"/>
        </w:rPr>
        <w:t>ом</w:t>
      </w:r>
      <w:r w:rsidR="007131B7">
        <w:rPr>
          <w:rFonts w:ascii="Times New Roman" w:hAnsi="Times New Roman"/>
          <w:sz w:val="28"/>
          <w:szCs w:val="28"/>
          <w:lang w:eastAsia="ru-RU"/>
        </w:rPr>
        <w:t xml:space="preserve"> от 20.03.2025 </w:t>
      </w:r>
      <w:r w:rsidR="007131B7">
        <w:rPr>
          <w:rFonts w:ascii="Times New Roman" w:hAnsi="Times New Roman"/>
          <w:sz w:val="28"/>
          <w:szCs w:val="28"/>
          <w:lang w:eastAsia="ru-RU"/>
        </w:rPr>
        <w:t>№</w:t>
      </w:r>
      <w:r w:rsidR="007131B7">
        <w:rPr>
          <w:rFonts w:ascii="Times New Roman" w:hAnsi="Times New Roman"/>
          <w:sz w:val="28"/>
          <w:szCs w:val="28"/>
          <w:lang w:eastAsia="ru-RU"/>
        </w:rPr>
        <w:t xml:space="preserve"> 33-ФЗ</w:t>
      </w:r>
      <w:r w:rsidR="007131B7">
        <w:rPr>
          <w:rFonts w:ascii="Times New Roman" w:hAnsi="Times New Roman"/>
          <w:sz w:val="28"/>
          <w:szCs w:val="28"/>
          <w:lang w:eastAsia="ru-RU"/>
        </w:rPr>
        <w:t xml:space="preserve">                         «</w:t>
      </w:r>
      <w:r w:rsidR="007131B7">
        <w:rPr>
          <w:rFonts w:ascii="Times New Roman" w:hAnsi="Times New Roman"/>
          <w:sz w:val="28"/>
          <w:szCs w:val="28"/>
          <w:lang w:eastAsia="ru-RU"/>
        </w:rPr>
        <w:t xml:space="preserve">Об общих принципах организации местного самоуправления в </w:t>
      </w:r>
      <w:r w:rsidR="007131B7">
        <w:rPr>
          <w:rFonts w:ascii="Times New Roman" w:hAnsi="Times New Roman"/>
          <w:sz w:val="28"/>
          <w:szCs w:val="28"/>
          <w:lang w:eastAsia="ru-RU"/>
        </w:rPr>
        <w:t xml:space="preserve">единой системе публичной власти», </w:t>
      </w:r>
      <w:r>
        <w:rPr>
          <w:rFonts w:ascii="Times New Roman" w:hAnsi="Times New Roman"/>
          <w:sz w:val="28"/>
          <w:szCs w:val="28"/>
        </w:rPr>
        <w:t xml:space="preserve">Федеральным законом от 06.10.2003 № 131-ФЗ </w:t>
      </w:r>
      <w:r w:rsidR="00E05899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3851D8" w:rsidRPr="00323C19">
        <w:rPr>
          <w:rFonts w:ascii="Times New Roman" w:eastAsia="Times New Roman" w:hAnsi="Times New Roman"/>
          <w:sz w:val="28"/>
          <w:szCs w:val="28"/>
          <w:lang w:eastAsia="ru-RU"/>
        </w:rPr>
        <w:t>Уставом города Владивостока,</w:t>
      </w:r>
      <w:r w:rsidR="00285515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DD37E2">
        <w:rPr>
          <w:rFonts w:ascii="Times New Roman" w:eastAsia="Times New Roman" w:hAnsi="Times New Roman"/>
          <w:sz w:val="28"/>
          <w:szCs w:val="28"/>
          <w:lang w:eastAsia="ru-RU"/>
        </w:rPr>
        <w:t>ями 38,</w:t>
      </w:r>
      <w:r w:rsidR="00285515">
        <w:rPr>
          <w:rFonts w:ascii="Times New Roman" w:eastAsia="Times New Roman" w:hAnsi="Times New Roman"/>
          <w:sz w:val="28"/>
          <w:szCs w:val="28"/>
          <w:lang w:eastAsia="ru-RU"/>
        </w:rPr>
        <w:t xml:space="preserve"> 40 Регламента Думы города Владивостока</w:t>
      </w:r>
    </w:p>
    <w:p w:rsidR="00285515" w:rsidRDefault="00285515" w:rsidP="00A649A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5515" w:rsidRDefault="00285515" w:rsidP="00A649A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ю:</w:t>
      </w:r>
    </w:p>
    <w:p w:rsidR="007D16FA" w:rsidRDefault="007D16FA" w:rsidP="00A649A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16FA" w:rsidRDefault="007D16FA" w:rsidP="007D16F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D16FA">
        <w:rPr>
          <w:rFonts w:ascii="Times New Roman" w:hAnsi="Times New Roman"/>
          <w:sz w:val="28"/>
          <w:szCs w:val="28"/>
        </w:rPr>
        <w:t xml:space="preserve">Внести в Думу города Владивостока проект решения Думы города Владивостока </w:t>
      </w:r>
      <w:r>
        <w:rPr>
          <w:rFonts w:ascii="Times New Roman" w:hAnsi="Times New Roman"/>
          <w:sz w:val="28"/>
          <w:szCs w:val="28"/>
        </w:rPr>
        <w:t>«О денежном поощрении главы города Владивостока» (прилагается).</w:t>
      </w:r>
    </w:p>
    <w:p w:rsidR="007D16FA" w:rsidRDefault="007D16FA" w:rsidP="007D16F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Назначить представителем главы города Владивостока в Думе города Владивостока при рассмотрении данного вопроса Стоценко К.А., заместителя главы администрации города Владивостока.</w:t>
      </w:r>
    </w:p>
    <w:p w:rsidR="007D16FA" w:rsidRDefault="007D16FA" w:rsidP="007D16F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034DD5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034DD5" w:rsidRDefault="00034DD5" w:rsidP="007D16F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72627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2627C">
        <w:rPr>
          <w:rFonts w:ascii="Times New Roman" w:hAnsi="Times New Roman"/>
          <w:sz w:val="28"/>
          <w:szCs w:val="28"/>
        </w:rPr>
        <w:t xml:space="preserve"> исполнением </w:t>
      </w:r>
      <w:r w:rsidR="00842FAA">
        <w:rPr>
          <w:rFonts w:ascii="Times New Roman" w:hAnsi="Times New Roman"/>
          <w:sz w:val="28"/>
          <w:szCs w:val="28"/>
        </w:rPr>
        <w:t xml:space="preserve">настоящего постановления оставляю за собой. </w:t>
      </w:r>
    </w:p>
    <w:p w:rsidR="00842FAA" w:rsidRDefault="00842FAA" w:rsidP="00842F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2FAA" w:rsidRDefault="00F6524D" w:rsidP="00842F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42FA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842FAA">
        <w:rPr>
          <w:rFonts w:ascii="Times New Roman" w:hAnsi="Times New Roman"/>
          <w:sz w:val="28"/>
          <w:szCs w:val="28"/>
        </w:rPr>
        <w:t xml:space="preserve"> города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842FAA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К.В. Шестаков</w:t>
      </w:r>
    </w:p>
    <w:p w:rsidR="005B0344" w:rsidRDefault="005B0344" w:rsidP="00842F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B0344" w:rsidRDefault="005B0344" w:rsidP="00842FA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B0344" w:rsidRDefault="0082328B" w:rsidP="00CC7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Приложение к постановлению </w:t>
      </w:r>
    </w:p>
    <w:p w:rsidR="00CC7E4B" w:rsidRDefault="00CC7E4B" w:rsidP="00CC7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главы города Владивостока</w:t>
      </w:r>
    </w:p>
    <w:p w:rsidR="00CC7E4B" w:rsidRDefault="00CC7E4B" w:rsidP="00CC7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от _____________№________</w:t>
      </w:r>
    </w:p>
    <w:p w:rsidR="00CC7E4B" w:rsidRDefault="00CC7E4B" w:rsidP="00CC7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853" w:rsidRDefault="00721853" w:rsidP="00CC7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Проект подготовлен главой</w:t>
      </w:r>
    </w:p>
    <w:p w:rsidR="00721853" w:rsidRDefault="00721853" w:rsidP="00CC7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города Владивостока</w:t>
      </w:r>
    </w:p>
    <w:p w:rsidR="00721853" w:rsidRDefault="00721853" w:rsidP="00CC7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DD0" w:rsidRDefault="00B57DD0" w:rsidP="00B57D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1853" w:rsidRDefault="00B57DD0" w:rsidP="00B57D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 ГОРОДА ВЛАДИВОСТОКА</w:t>
      </w:r>
    </w:p>
    <w:p w:rsidR="00B57DD0" w:rsidRDefault="00B57DD0" w:rsidP="00B57D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7DD0" w:rsidRDefault="00EA3902" w:rsidP="00B57D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EA3902" w:rsidRDefault="00EA3902" w:rsidP="00B57DD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3902" w:rsidRDefault="004418C0" w:rsidP="00EA3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5242A1">
        <w:rPr>
          <w:rFonts w:ascii="Times New Roman" w:hAnsi="Times New Roman"/>
          <w:sz w:val="28"/>
          <w:szCs w:val="28"/>
        </w:rPr>
        <w:t>денежном поощрении</w:t>
      </w:r>
    </w:p>
    <w:p w:rsidR="005242A1" w:rsidRDefault="005242A1" w:rsidP="00EA3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города Владивостока</w:t>
      </w:r>
    </w:p>
    <w:p w:rsidR="00556BA4" w:rsidRDefault="00556BA4" w:rsidP="00EA3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9D0" w:rsidRDefault="001619D0" w:rsidP="001619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750C" w:rsidRDefault="001619D0" w:rsidP="008975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8D3732">
        <w:rPr>
          <w:rFonts w:ascii="Times New Roman" w:hAnsi="Times New Roman"/>
          <w:sz w:val="28"/>
          <w:szCs w:val="28"/>
          <w:lang w:eastAsia="ru-RU"/>
        </w:rPr>
        <w:t>Федеральным законом от 20.03.2025 № 33-ФЗ                         «Об общих принципах организации местного самоуправления в единой системе публичной власти»</w:t>
      </w:r>
      <w:r w:rsidR="008D3732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06.10.2003 № 131-ФЗ                           «Об общих принципах организации местного самоуправления в Российской Федерации», постановлением Правительства Российской Федерации от </w:t>
      </w:r>
      <w:r w:rsidR="008D3732">
        <w:rPr>
          <w:rFonts w:ascii="Times New Roman" w:eastAsia="Times New Roman" w:hAnsi="Times New Roman"/>
          <w:sz w:val="28"/>
          <w:szCs w:val="28"/>
          <w:lang w:eastAsia="ru-RU"/>
        </w:rPr>
        <w:t>27.06.2025 № 968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8D3732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предоставления и распределения в 2025 году межбюджетных трансфертов в форме дотаций (грантов) бюджетам субъектов Российской Федерации за</w:t>
      </w:r>
      <w:proofErr w:type="gramEnd"/>
      <w:r w:rsidR="008D37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D3732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достижение показателей деятельности исполнительных органов субъектов Российской Федерации»,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Губернатора Приморского края от </w:t>
      </w:r>
      <w:r w:rsidR="00CC76D2">
        <w:rPr>
          <w:rFonts w:ascii="Times New Roman" w:eastAsia="Times New Roman" w:hAnsi="Times New Roman"/>
          <w:sz w:val="28"/>
          <w:szCs w:val="28"/>
          <w:lang w:eastAsia="ru-RU"/>
        </w:rPr>
        <w:t xml:space="preserve">16.10.2025 № 59-дсп «О поощрении в 2025 году региональных и муниципальных управленческих команд Приморского края», постановлением Правительства Приморского края от 16.10.2025 </w:t>
      </w:r>
      <w:r w:rsidR="0040313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bookmarkStart w:id="0" w:name="_GoBack"/>
      <w:bookmarkEnd w:id="0"/>
      <w:r w:rsidR="00CC76D2">
        <w:rPr>
          <w:rFonts w:ascii="Times New Roman" w:eastAsia="Times New Roman" w:hAnsi="Times New Roman"/>
          <w:sz w:val="28"/>
          <w:szCs w:val="28"/>
          <w:lang w:eastAsia="ru-RU"/>
        </w:rPr>
        <w:t>№ 60-дсп «О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равилах предоставления и распределения иных дотаций местным бюджетам из краевого бюджета, источником финансового обеспечения которых являются межбюджетные трансферты в форме дотации (гранта) из федерального бюджета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целях поощрения в 202</w:t>
      </w:r>
      <w:r w:rsidR="00CC76D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муниципальных управленческих команд Приморского края по итогам 202</w:t>
      </w:r>
      <w:r w:rsidR="00CC76D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года», </w:t>
      </w:r>
      <w:r w:rsidRPr="00323C19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города Владивостока,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муниципальным правовым актом города Владивостока от </w:t>
      </w:r>
      <w:r>
        <w:rPr>
          <w:rFonts w:ascii="Times New Roman" w:hAnsi="Times New Roman"/>
          <w:sz w:val="28"/>
          <w:szCs w:val="28"/>
          <w:lang w:eastAsia="ru-RU"/>
        </w:rPr>
        <w:t xml:space="preserve">10.05.2006 № 35-МПА «Положение о денежном содержании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лиц, замещающих муниципальные должности в городе Владивостоке»,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учетом достижения плановых показателей Владивостокского городского округа, значения которых утверждены распоряжением Правительства Приморского края от </w:t>
      </w:r>
      <w:r w:rsidR="00CC76D2">
        <w:rPr>
          <w:rFonts w:ascii="Times New Roman" w:eastAsia="Times New Roman" w:hAnsi="Times New Roman"/>
          <w:sz w:val="28"/>
          <w:szCs w:val="28"/>
          <w:lang w:eastAsia="ru-RU"/>
        </w:rPr>
        <w:t>19.07.2024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CC76D2">
        <w:rPr>
          <w:rFonts w:ascii="Times New Roman" w:eastAsia="Times New Roman" w:hAnsi="Times New Roman"/>
          <w:sz w:val="28"/>
          <w:szCs w:val="28"/>
          <w:lang w:eastAsia="ru-RU"/>
        </w:rPr>
        <w:t>489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-рп «О плановых значениях показателей направлений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 муниципальных образований Приморского края, показателей и индикаторов по оценке эффективности деятельности Губернатора Приморского кра</w:t>
      </w:r>
      <w:r w:rsidR="00CC76D2">
        <w:rPr>
          <w:rFonts w:ascii="Times New Roman" w:eastAsia="Times New Roman" w:hAnsi="Times New Roman"/>
          <w:sz w:val="28"/>
          <w:szCs w:val="28"/>
          <w:lang w:eastAsia="ru-RU"/>
        </w:rPr>
        <w:t xml:space="preserve">я и органов исполнительной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власти Приморского края на 2024 год»,</w:t>
      </w:r>
      <w:r w:rsidR="0089750C">
        <w:rPr>
          <w:rFonts w:ascii="Times New Roman" w:eastAsia="Times New Roman" w:hAnsi="Times New Roman"/>
          <w:sz w:val="28"/>
          <w:szCs w:val="28"/>
          <w:lang w:eastAsia="ru-RU"/>
        </w:rPr>
        <w:t xml:space="preserve"> Дума города Владивостока</w:t>
      </w:r>
    </w:p>
    <w:p w:rsidR="00764997" w:rsidRDefault="00764997" w:rsidP="008975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4997" w:rsidRDefault="0089750C" w:rsidP="008975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64997">
        <w:rPr>
          <w:rFonts w:ascii="Times New Roman" w:eastAsia="Times New Roman" w:hAnsi="Times New Roman"/>
          <w:sz w:val="28"/>
          <w:szCs w:val="28"/>
          <w:lang w:eastAsia="ru-RU"/>
        </w:rPr>
        <w:t>ЕШИЛА:</w:t>
      </w:r>
    </w:p>
    <w:p w:rsidR="00FA1DE9" w:rsidRDefault="001619D0" w:rsidP="00FA1D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301432"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Установить главе города Владивостока Шестакову Константину Владимировичу денежно</w:t>
      </w:r>
      <w:r w:rsidR="003D38D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поощрени</w:t>
      </w:r>
      <w:r w:rsidR="003D38D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за счет средств иных дотаций местным бюджетам из краевого бюджета, источником финансового обеспечения которых являются межбюджетные трансферты в форме дотаций (гранта) из федерального бюджета, в целях поощрения в 202</w:t>
      </w:r>
      <w:r w:rsidR="00CC76D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муниципальных управленческих команд</w:t>
      </w:r>
      <w:r w:rsidR="00CC76D2">
        <w:rPr>
          <w:rFonts w:ascii="Times New Roman" w:hAnsi="Times New Roman"/>
          <w:sz w:val="28"/>
          <w:szCs w:val="28"/>
        </w:rPr>
        <w:t xml:space="preserve"> Приморского края по итогам 2024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3D38D8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в размере </w:t>
      </w:r>
      <w:r w:rsidR="0016305E">
        <w:rPr>
          <w:rFonts w:ascii="Times New Roman" w:hAnsi="Times New Roman"/>
          <w:sz w:val="28"/>
          <w:szCs w:val="28"/>
          <w:lang w:eastAsia="ru-RU"/>
        </w:rPr>
        <w:t>среднемесячной</w:t>
      </w:r>
      <w:r w:rsidR="00FA1DE9">
        <w:rPr>
          <w:rFonts w:ascii="Times New Roman" w:hAnsi="Times New Roman"/>
          <w:sz w:val="28"/>
          <w:szCs w:val="28"/>
          <w:lang w:eastAsia="ru-RU"/>
        </w:rPr>
        <w:t xml:space="preserve"> заработной платы</w:t>
      </w:r>
      <w:r w:rsidR="00E81B3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1B35">
        <w:rPr>
          <w:rFonts w:ascii="Times New Roman" w:hAnsi="Times New Roman"/>
          <w:sz w:val="28"/>
          <w:szCs w:val="28"/>
        </w:rPr>
        <w:t>(далее – денежное поощрение)</w:t>
      </w:r>
      <w:r w:rsidR="0066661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845BC3" w:rsidRDefault="00845BC3" w:rsidP="00FA1DE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 Уполномоченному органу администрации города Владивостока</w:t>
      </w:r>
      <w:r w:rsidR="00C7649D">
        <w:rPr>
          <w:rFonts w:ascii="Times New Roman" w:hAnsi="Times New Roman"/>
          <w:sz w:val="28"/>
          <w:szCs w:val="28"/>
          <w:lang w:eastAsia="ru-RU"/>
        </w:rPr>
        <w:t xml:space="preserve"> в сфере начисления и выплаты заработной платы работникам администрации города Владивостока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осуществить </w:t>
      </w:r>
      <w:r w:rsidR="003D38D8">
        <w:rPr>
          <w:rFonts w:ascii="Times New Roman" w:hAnsi="Times New Roman"/>
          <w:sz w:val="28"/>
          <w:szCs w:val="28"/>
          <w:lang w:eastAsia="ru-RU"/>
        </w:rPr>
        <w:t>выплату денежного поощрения</w:t>
      </w:r>
      <w:r w:rsidR="00C631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060CE">
        <w:rPr>
          <w:rFonts w:ascii="Times New Roman" w:hAnsi="Times New Roman"/>
          <w:sz w:val="28"/>
          <w:szCs w:val="28"/>
        </w:rPr>
        <w:t xml:space="preserve">главе города Владивостока Шестакову Константину Владимировичу </w:t>
      </w:r>
      <w:r w:rsidR="00C631D6">
        <w:rPr>
          <w:rFonts w:ascii="Times New Roman" w:hAnsi="Times New Roman"/>
          <w:sz w:val="28"/>
          <w:szCs w:val="28"/>
          <w:lang w:eastAsia="ru-RU"/>
        </w:rPr>
        <w:t xml:space="preserve">в порядке, установленном действующим законодательством Российской Федерации. </w:t>
      </w:r>
      <w:r w:rsidR="003D38D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619D0" w:rsidRPr="00082883" w:rsidRDefault="00C631D6" w:rsidP="000828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619D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75C0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A75C05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комитет </w:t>
      </w:r>
      <w:r w:rsidR="00720C92">
        <w:rPr>
          <w:rFonts w:ascii="Times New Roman" w:hAnsi="Times New Roman"/>
          <w:sz w:val="28"/>
          <w:szCs w:val="28"/>
        </w:rPr>
        <w:t>п</w:t>
      </w:r>
      <w:r w:rsidR="00082883">
        <w:rPr>
          <w:rFonts w:ascii="Times New Roman" w:hAnsi="Times New Roman"/>
          <w:sz w:val="28"/>
          <w:szCs w:val="28"/>
        </w:rPr>
        <w:t xml:space="preserve">о местному самоуправлению, </w:t>
      </w:r>
      <w:r w:rsidR="00082883" w:rsidRPr="00082883">
        <w:rPr>
          <w:rFonts w:ascii="Times New Roman" w:hAnsi="Times New Roman"/>
          <w:sz w:val="28"/>
          <w:szCs w:val="28"/>
        </w:rPr>
        <w:t>законности и развитию институтов гражданского общества Думы города Владивостока</w:t>
      </w:r>
      <w:r w:rsidR="00F40E51">
        <w:rPr>
          <w:rFonts w:ascii="Times New Roman" w:hAnsi="Times New Roman"/>
          <w:sz w:val="28"/>
          <w:szCs w:val="28"/>
        </w:rPr>
        <w:t xml:space="preserve"> </w:t>
      </w:r>
      <w:r w:rsidR="00720C92">
        <w:rPr>
          <w:rFonts w:ascii="Times New Roman" w:hAnsi="Times New Roman"/>
          <w:sz w:val="28"/>
          <w:szCs w:val="28"/>
        </w:rPr>
        <w:t>(Глушко В.В.).</w:t>
      </w:r>
    </w:p>
    <w:p w:rsidR="001619D0" w:rsidRDefault="00C631D6" w:rsidP="001619D0">
      <w:pPr>
        <w:widowControl w:val="0"/>
        <w:tabs>
          <w:tab w:val="left" w:pos="623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619D0" w:rsidRPr="00205CBB">
        <w:rPr>
          <w:rFonts w:ascii="Times New Roman" w:eastAsia="Times New Roman" w:hAnsi="Times New Roman"/>
          <w:sz w:val="28"/>
          <w:szCs w:val="28"/>
          <w:lang w:eastAsia="ru-RU"/>
        </w:rPr>
        <w:t>. Настоящее р</w:t>
      </w:r>
      <w:r w:rsidR="00C962A7">
        <w:rPr>
          <w:rFonts w:ascii="Times New Roman" w:eastAsia="Times New Roman" w:hAnsi="Times New Roman"/>
          <w:sz w:val="28"/>
          <w:szCs w:val="28"/>
          <w:lang w:eastAsia="ru-RU"/>
        </w:rPr>
        <w:t>ешение</w:t>
      </w:r>
      <w:r w:rsidR="001619D0" w:rsidRPr="00205CBB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вступает в силу со дня его п</w:t>
      </w:r>
      <w:r w:rsidR="00F40E51">
        <w:rPr>
          <w:rFonts w:ascii="Times New Roman" w:eastAsia="Times New Roman" w:hAnsi="Times New Roman"/>
          <w:sz w:val="28"/>
          <w:szCs w:val="28"/>
          <w:lang w:eastAsia="ru-RU"/>
        </w:rPr>
        <w:t>ринятия.</w:t>
      </w:r>
      <w:r w:rsidR="001619D0" w:rsidRPr="00205C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56BA4" w:rsidRDefault="00556BA4" w:rsidP="00EA3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0E51" w:rsidRDefault="00F40E51" w:rsidP="00EA3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0E51" w:rsidRPr="007D16FA" w:rsidRDefault="00F40E51" w:rsidP="00EA3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                         </w:t>
      </w:r>
      <w:r w:rsidR="00581A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А.П. Брик</w:t>
      </w:r>
    </w:p>
    <w:sectPr w:rsidR="00F40E51" w:rsidRPr="007D16FA" w:rsidSect="003851D8">
      <w:headerReference w:type="default" r:id="rId10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0B4" w:rsidRDefault="00E740B4">
      <w:pPr>
        <w:spacing w:after="0" w:line="240" w:lineRule="auto"/>
      </w:pPr>
      <w:r>
        <w:separator/>
      </w:r>
    </w:p>
  </w:endnote>
  <w:endnote w:type="continuationSeparator" w:id="0">
    <w:p w:rsidR="00E740B4" w:rsidRDefault="00E74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0B4" w:rsidRDefault="00E740B4">
      <w:pPr>
        <w:spacing w:after="0" w:line="240" w:lineRule="auto"/>
      </w:pPr>
      <w:r>
        <w:separator/>
      </w:r>
    </w:p>
  </w:footnote>
  <w:footnote w:type="continuationSeparator" w:id="0">
    <w:p w:rsidR="00E740B4" w:rsidRDefault="00E74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0615223"/>
      <w:docPartObj>
        <w:docPartGallery w:val="Page Numbers (Top of Page)"/>
        <w:docPartUnique/>
      </w:docPartObj>
    </w:sdtPr>
    <w:sdtEndPr/>
    <w:sdtContent>
      <w:p w:rsidR="005B0344" w:rsidRDefault="005B03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13F">
          <w:rPr>
            <w:noProof/>
          </w:rPr>
          <w:t>3</w:t>
        </w:r>
        <w:r>
          <w:fldChar w:fldCharType="end"/>
        </w:r>
      </w:p>
    </w:sdtContent>
  </w:sdt>
  <w:p w:rsidR="00040CCD" w:rsidRDefault="00040C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34EE6"/>
    <w:multiLevelType w:val="hybridMultilevel"/>
    <w:tmpl w:val="AE36F47E"/>
    <w:lvl w:ilvl="0" w:tplc="58122C7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708"/>
    <w:rsid w:val="000025E2"/>
    <w:rsid w:val="00005EC1"/>
    <w:rsid w:val="000060CE"/>
    <w:rsid w:val="000145BE"/>
    <w:rsid w:val="00020B17"/>
    <w:rsid w:val="000273C6"/>
    <w:rsid w:val="00034DD5"/>
    <w:rsid w:val="00035D30"/>
    <w:rsid w:val="00040CCD"/>
    <w:rsid w:val="00044DCD"/>
    <w:rsid w:val="00045219"/>
    <w:rsid w:val="000502D0"/>
    <w:rsid w:val="0007129B"/>
    <w:rsid w:val="00082883"/>
    <w:rsid w:val="00085001"/>
    <w:rsid w:val="00087FC1"/>
    <w:rsid w:val="000919A5"/>
    <w:rsid w:val="00091C57"/>
    <w:rsid w:val="000A3A1C"/>
    <w:rsid w:val="000A3AAD"/>
    <w:rsid w:val="000A49EF"/>
    <w:rsid w:val="000A538F"/>
    <w:rsid w:val="000A6853"/>
    <w:rsid w:val="000A6E78"/>
    <w:rsid w:val="000C0714"/>
    <w:rsid w:val="000C0F65"/>
    <w:rsid w:val="000C1BC4"/>
    <w:rsid w:val="000C1E07"/>
    <w:rsid w:val="000C464B"/>
    <w:rsid w:val="000D06CA"/>
    <w:rsid w:val="000D604D"/>
    <w:rsid w:val="000E471D"/>
    <w:rsid w:val="000F3C3B"/>
    <w:rsid w:val="00101353"/>
    <w:rsid w:val="00115BAB"/>
    <w:rsid w:val="00123779"/>
    <w:rsid w:val="00154D8D"/>
    <w:rsid w:val="001619D0"/>
    <w:rsid w:val="0016305E"/>
    <w:rsid w:val="00166874"/>
    <w:rsid w:val="00174579"/>
    <w:rsid w:val="001860E5"/>
    <w:rsid w:val="001B07F2"/>
    <w:rsid w:val="001C1070"/>
    <w:rsid w:val="001D5079"/>
    <w:rsid w:val="001E5AE1"/>
    <w:rsid w:val="002006F7"/>
    <w:rsid w:val="00203127"/>
    <w:rsid w:val="00211207"/>
    <w:rsid w:val="002157D1"/>
    <w:rsid w:val="00215C76"/>
    <w:rsid w:val="00222373"/>
    <w:rsid w:val="00223DEC"/>
    <w:rsid w:val="002242F6"/>
    <w:rsid w:val="0023151C"/>
    <w:rsid w:val="002474F9"/>
    <w:rsid w:val="0025357C"/>
    <w:rsid w:val="00254664"/>
    <w:rsid w:val="002577EC"/>
    <w:rsid w:val="00261D20"/>
    <w:rsid w:val="002628D1"/>
    <w:rsid w:val="0027407B"/>
    <w:rsid w:val="00274FF6"/>
    <w:rsid w:val="0028040B"/>
    <w:rsid w:val="002808DA"/>
    <w:rsid w:val="00285515"/>
    <w:rsid w:val="002C4C23"/>
    <w:rsid w:val="002D2CD1"/>
    <w:rsid w:val="002D4A0E"/>
    <w:rsid w:val="002E39E9"/>
    <w:rsid w:val="002E4C3A"/>
    <w:rsid w:val="002F31A9"/>
    <w:rsid w:val="003201B9"/>
    <w:rsid w:val="00324CB9"/>
    <w:rsid w:val="003378B0"/>
    <w:rsid w:val="0034067E"/>
    <w:rsid w:val="00341D4C"/>
    <w:rsid w:val="00343B41"/>
    <w:rsid w:val="00344319"/>
    <w:rsid w:val="003450C3"/>
    <w:rsid w:val="00366FE2"/>
    <w:rsid w:val="003851D8"/>
    <w:rsid w:val="00390B2F"/>
    <w:rsid w:val="00390F25"/>
    <w:rsid w:val="003B0A94"/>
    <w:rsid w:val="003B4E3A"/>
    <w:rsid w:val="003B680C"/>
    <w:rsid w:val="003C16E7"/>
    <w:rsid w:val="003D38D8"/>
    <w:rsid w:val="003D3A17"/>
    <w:rsid w:val="003E5EA5"/>
    <w:rsid w:val="003F4513"/>
    <w:rsid w:val="0040313F"/>
    <w:rsid w:val="0040347B"/>
    <w:rsid w:val="004041E4"/>
    <w:rsid w:val="00411811"/>
    <w:rsid w:val="004137B0"/>
    <w:rsid w:val="00417250"/>
    <w:rsid w:val="00430281"/>
    <w:rsid w:val="00433695"/>
    <w:rsid w:val="00437C9A"/>
    <w:rsid w:val="004409F5"/>
    <w:rsid w:val="00440FD0"/>
    <w:rsid w:val="004418C0"/>
    <w:rsid w:val="00447124"/>
    <w:rsid w:val="00450506"/>
    <w:rsid w:val="00454856"/>
    <w:rsid w:val="00457C17"/>
    <w:rsid w:val="00457C64"/>
    <w:rsid w:val="00462FF2"/>
    <w:rsid w:val="00464529"/>
    <w:rsid w:val="0046589A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C7151"/>
    <w:rsid w:val="004C7491"/>
    <w:rsid w:val="004D7009"/>
    <w:rsid w:val="004E4499"/>
    <w:rsid w:val="004E5E2A"/>
    <w:rsid w:val="004F1EE1"/>
    <w:rsid w:val="004F6911"/>
    <w:rsid w:val="004F6D56"/>
    <w:rsid w:val="00510A94"/>
    <w:rsid w:val="00517D48"/>
    <w:rsid w:val="005242A1"/>
    <w:rsid w:val="00524588"/>
    <w:rsid w:val="005447E6"/>
    <w:rsid w:val="00551038"/>
    <w:rsid w:val="005548F6"/>
    <w:rsid w:val="005564F8"/>
    <w:rsid w:val="00556BA4"/>
    <w:rsid w:val="00581AD3"/>
    <w:rsid w:val="00583533"/>
    <w:rsid w:val="00587109"/>
    <w:rsid w:val="00590A1B"/>
    <w:rsid w:val="005A449B"/>
    <w:rsid w:val="005A4B6F"/>
    <w:rsid w:val="005B0344"/>
    <w:rsid w:val="005C1C23"/>
    <w:rsid w:val="005D2B84"/>
    <w:rsid w:val="005D46CE"/>
    <w:rsid w:val="005D7E8E"/>
    <w:rsid w:val="005E2C1D"/>
    <w:rsid w:val="005E39A4"/>
    <w:rsid w:val="005E437B"/>
    <w:rsid w:val="005F474E"/>
    <w:rsid w:val="00600B50"/>
    <w:rsid w:val="00604666"/>
    <w:rsid w:val="0060639A"/>
    <w:rsid w:val="00617486"/>
    <w:rsid w:val="0062332A"/>
    <w:rsid w:val="00624062"/>
    <w:rsid w:val="0065038D"/>
    <w:rsid w:val="00651DB5"/>
    <w:rsid w:val="00665A3E"/>
    <w:rsid w:val="00666617"/>
    <w:rsid w:val="006A31E9"/>
    <w:rsid w:val="006C33C4"/>
    <w:rsid w:val="006C4046"/>
    <w:rsid w:val="006E1033"/>
    <w:rsid w:val="006E142C"/>
    <w:rsid w:val="006E19BC"/>
    <w:rsid w:val="006F4F3F"/>
    <w:rsid w:val="007019E5"/>
    <w:rsid w:val="00701A11"/>
    <w:rsid w:val="00702715"/>
    <w:rsid w:val="007131B7"/>
    <w:rsid w:val="00717EEF"/>
    <w:rsid w:val="00720C92"/>
    <w:rsid w:val="00721853"/>
    <w:rsid w:val="0072627C"/>
    <w:rsid w:val="00733CAE"/>
    <w:rsid w:val="0073709B"/>
    <w:rsid w:val="00746659"/>
    <w:rsid w:val="00756C50"/>
    <w:rsid w:val="00764997"/>
    <w:rsid w:val="00765CBD"/>
    <w:rsid w:val="0078240D"/>
    <w:rsid w:val="00792321"/>
    <w:rsid w:val="007A1B0C"/>
    <w:rsid w:val="007B0D10"/>
    <w:rsid w:val="007B4B59"/>
    <w:rsid w:val="007D16FA"/>
    <w:rsid w:val="007D40B5"/>
    <w:rsid w:val="007D52B9"/>
    <w:rsid w:val="007E1D03"/>
    <w:rsid w:val="007F77CD"/>
    <w:rsid w:val="0080790A"/>
    <w:rsid w:val="00821369"/>
    <w:rsid w:val="008218CD"/>
    <w:rsid w:val="0082328B"/>
    <w:rsid w:val="00823A6A"/>
    <w:rsid w:val="008255E2"/>
    <w:rsid w:val="008318EF"/>
    <w:rsid w:val="008377FA"/>
    <w:rsid w:val="00841D50"/>
    <w:rsid w:val="00842FAA"/>
    <w:rsid w:val="00845BC3"/>
    <w:rsid w:val="008554B1"/>
    <w:rsid w:val="00856F73"/>
    <w:rsid w:val="008579EA"/>
    <w:rsid w:val="0087286A"/>
    <w:rsid w:val="00874AB5"/>
    <w:rsid w:val="00881802"/>
    <w:rsid w:val="00887F8B"/>
    <w:rsid w:val="0089750C"/>
    <w:rsid w:val="008A6BEA"/>
    <w:rsid w:val="008C368B"/>
    <w:rsid w:val="008C7479"/>
    <w:rsid w:val="008D3732"/>
    <w:rsid w:val="008D7490"/>
    <w:rsid w:val="008E029C"/>
    <w:rsid w:val="008E5C3F"/>
    <w:rsid w:val="008F2E30"/>
    <w:rsid w:val="009048D6"/>
    <w:rsid w:val="0091424E"/>
    <w:rsid w:val="00924CE0"/>
    <w:rsid w:val="00947B1F"/>
    <w:rsid w:val="009511B5"/>
    <w:rsid w:val="00960593"/>
    <w:rsid w:val="00971658"/>
    <w:rsid w:val="0097436E"/>
    <w:rsid w:val="00976DC1"/>
    <w:rsid w:val="00981D00"/>
    <w:rsid w:val="00996E0B"/>
    <w:rsid w:val="009A3F23"/>
    <w:rsid w:val="009A6EA5"/>
    <w:rsid w:val="009B1209"/>
    <w:rsid w:val="009C32EC"/>
    <w:rsid w:val="009D149D"/>
    <w:rsid w:val="009D74FB"/>
    <w:rsid w:val="009E5C61"/>
    <w:rsid w:val="00A010A0"/>
    <w:rsid w:val="00A0411C"/>
    <w:rsid w:val="00A067DB"/>
    <w:rsid w:val="00A20C91"/>
    <w:rsid w:val="00A42141"/>
    <w:rsid w:val="00A50972"/>
    <w:rsid w:val="00A5570F"/>
    <w:rsid w:val="00A563C2"/>
    <w:rsid w:val="00A57118"/>
    <w:rsid w:val="00A606EE"/>
    <w:rsid w:val="00A64688"/>
    <w:rsid w:val="00A649AA"/>
    <w:rsid w:val="00A74175"/>
    <w:rsid w:val="00A75C05"/>
    <w:rsid w:val="00A76DB1"/>
    <w:rsid w:val="00AA1D35"/>
    <w:rsid w:val="00AA666C"/>
    <w:rsid w:val="00AB6896"/>
    <w:rsid w:val="00AC5D44"/>
    <w:rsid w:val="00AF2424"/>
    <w:rsid w:val="00AF4B54"/>
    <w:rsid w:val="00AF4D14"/>
    <w:rsid w:val="00B179F9"/>
    <w:rsid w:val="00B4192A"/>
    <w:rsid w:val="00B503A3"/>
    <w:rsid w:val="00B5074D"/>
    <w:rsid w:val="00B55FD3"/>
    <w:rsid w:val="00B57DD0"/>
    <w:rsid w:val="00B603F8"/>
    <w:rsid w:val="00B8572B"/>
    <w:rsid w:val="00B908E1"/>
    <w:rsid w:val="00B92431"/>
    <w:rsid w:val="00B93275"/>
    <w:rsid w:val="00BA11D7"/>
    <w:rsid w:val="00BB28B0"/>
    <w:rsid w:val="00BB592B"/>
    <w:rsid w:val="00BB618B"/>
    <w:rsid w:val="00BC596A"/>
    <w:rsid w:val="00BD6C18"/>
    <w:rsid w:val="00BE113B"/>
    <w:rsid w:val="00BE47B2"/>
    <w:rsid w:val="00BE7464"/>
    <w:rsid w:val="00BF62CB"/>
    <w:rsid w:val="00C37771"/>
    <w:rsid w:val="00C421F8"/>
    <w:rsid w:val="00C433EA"/>
    <w:rsid w:val="00C631D6"/>
    <w:rsid w:val="00C71D05"/>
    <w:rsid w:val="00C76193"/>
    <w:rsid w:val="00C7649D"/>
    <w:rsid w:val="00C817CE"/>
    <w:rsid w:val="00C837BE"/>
    <w:rsid w:val="00C94B7A"/>
    <w:rsid w:val="00C962A7"/>
    <w:rsid w:val="00CA7247"/>
    <w:rsid w:val="00CB181C"/>
    <w:rsid w:val="00CC1348"/>
    <w:rsid w:val="00CC20B2"/>
    <w:rsid w:val="00CC43AE"/>
    <w:rsid w:val="00CC5414"/>
    <w:rsid w:val="00CC76D2"/>
    <w:rsid w:val="00CC7E4B"/>
    <w:rsid w:val="00CD57D7"/>
    <w:rsid w:val="00CD5857"/>
    <w:rsid w:val="00CD6181"/>
    <w:rsid w:val="00CE7D7F"/>
    <w:rsid w:val="00CF2FF3"/>
    <w:rsid w:val="00CF755D"/>
    <w:rsid w:val="00D00472"/>
    <w:rsid w:val="00D13052"/>
    <w:rsid w:val="00D14D74"/>
    <w:rsid w:val="00D26BB0"/>
    <w:rsid w:val="00D32A0D"/>
    <w:rsid w:val="00D40D10"/>
    <w:rsid w:val="00D42A2B"/>
    <w:rsid w:val="00D455F4"/>
    <w:rsid w:val="00D61C94"/>
    <w:rsid w:val="00D66209"/>
    <w:rsid w:val="00D77853"/>
    <w:rsid w:val="00D92016"/>
    <w:rsid w:val="00DA0AC7"/>
    <w:rsid w:val="00DA52C7"/>
    <w:rsid w:val="00DA6D27"/>
    <w:rsid w:val="00DD37E2"/>
    <w:rsid w:val="00DF5013"/>
    <w:rsid w:val="00E050B5"/>
    <w:rsid w:val="00E05899"/>
    <w:rsid w:val="00E21674"/>
    <w:rsid w:val="00E22904"/>
    <w:rsid w:val="00E27CFB"/>
    <w:rsid w:val="00E50B43"/>
    <w:rsid w:val="00E64849"/>
    <w:rsid w:val="00E740B4"/>
    <w:rsid w:val="00E77708"/>
    <w:rsid w:val="00E81B35"/>
    <w:rsid w:val="00E83992"/>
    <w:rsid w:val="00E84D47"/>
    <w:rsid w:val="00E875F5"/>
    <w:rsid w:val="00E8789E"/>
    <w:rsid w:val="00EA3902"/>
    <w:rsid w:val="00EC3B13"/>
    <w:rsid w:val="00ED354B"/>
    <w:rsid w:val="00ED6AD6"/>
    <w:rsid w:val="00ED76FC"/>
    <w:rsid w:val="00F05605"/>
    <w:rsid w:val="00F108D0"/>
    <w:rsid w:val="00F3612F"/>
    <w:rsid w:val="00F40E51"/>
    <w:rsid w:val="00F42BCC"/>
    <w:rsid w:val="00F4319D"/>
    <w:rsid w:val="00F5244B"/>
    <w:rsid w:val="00F52A82"/>
    <w:rsid w:val="00F60C4F"/>
    <w:rsid w:val="00F64CFF"/>
    <w:rsid w:val="00F6524D"/>
    <w:rsid w:val="00F85961"/>
    <w:rsid w:val="00F873FC"/>
    <w:rsid w:val="00F93DBB"/>
    <w:rsid w:val="00F94521"/>
    <w:rsid w:val="00FA1DE9"/>
    <w:rsid w:val="00FB51F5"/>
    <w:rsid w:val="00FC53E2"/>
    <w:rsid w:val="00FD4360"/>
    <w:rsid w:val="00FE2346"/>
    <w:rsid w:val="00FE6F63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A6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49AA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7D16FA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5B0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B0344"/>
    <w:rPr>
      <w:sz w:val="22"/>
      <w:szCs w:val="22"/>
      <w:lang w:eastAsia="en-US"/>
    </w:rPr>
  </w:style>
  <w:style w:type="paragraph" w:styleId="21">
    <w:name w:val="Body Text 2"/>
    <w:basedOn w:val="a"/>
    <w:link w:val="22"/>
    <w:rsid w:val="001619D0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619D0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A6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49AA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7D16FA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5B0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B0344"/>
    <w:rPr>
      <w:sz w:val="22"/>
      <w:szCs w:val="22"/>
      <w:lang w:eastAsia="en-US"/>
    </w:rPr>
  </w:style>
  <w:style w:type="paragraph" w:styleId="21">
    <w:name w:val="Body Text 2"/>
    <w:basedOn w:val="a"/>
    <w:link w:val="22"/>
    <w:rsid w:val="001619D0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619D0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&#1064;&#1072;&#1073;&#1083;&#1086;&#1085;&#1099;%20&#1040;&#1057;&#1069;&#1044;%20&#1044;&#1077;&#1083;&#1086;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AB766-3FF3-48F4-9399-C6E2A4B8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12</TotalTime>
  <Pages>1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Александровна Бакулина</dc:creator>
  <cp:lastModifiedBy>Анжелика Александровна Бакулина</cp:lastModifiedBy>
  <cp:revision>10</cp:revision>
  <cp:lastPrinted>2013-07-18T01:19:00Z</cp:lastPrinted>
  <dcterms:created xsi:type="dcterms:W3CDTF">2025-10-20T01:12:00Z</dcterms:created>
  <dcterms:modified xsi:type="dcterms:W3CDTF">2025-10-20T02:38:00Z</dcterms:modified>
</cp:coreProperties>
</file>